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C5216C" w14:paraId="117EEBEC" w14:textId="77777777" w:rsidTr="00146EEC">
        <w:tc>
          <w:tcPr>
            <w:tcW w:w="2689" w:type="dxa"/>
          </w:tcPr>
          <w:p w14:paraId="4F33DD26" w14:textId="4002EA8C" w:rsidR="00C5216C" w:rsidRPr="00AE346A" w:rsidRDefault="00C5216C" w:rsidP="00C5216C">
            <w:pPr>
              <w:pStyle w:val="SIText"/>
            </w:pPr>
            <w:r w:rsidRPr="00AE346A">
              <w:t xml:space="preserve">Release </w:t>
            </w:r>
            <w:r>
              <w:t>3</w:t>
            </w:r>
          </w:p>
        </w:tc>
        <w:tc>
          <w:tcPr>
            <w:tcW w:w="6939" w:type="dxa"/>
          </w:tcPr>
          <w:p w14:paraId="13B7E954" w14:textId="1F596436" w:rsidR="00C5216C" w:rsidRPr="00AE346A" w:rsidRDefault="00C5216C" w:rsidP="00C5216C">
            <w:pPr>
              <w:pStyle w:val="SIText"/>
            </w:pPr>
            <w:r w:rsidRPr="00AE346A">
              <w:t xml:space="preserve">This version released with AMP Australian Meat Processing Training Package Version </w:t>
            </w:r>
            <w:r>
              <w:t>8</w:t>
            </w:r>
            <w:r w:rsidRPr="00AE346A">
              <w:t>.0.</w:t>
            </w:r>
          </w:p>
        </w:tc>
      </w:tr>
      <w:tr w:rsidR="00C5216C" w14:paraId="7B7CEE4B" w14:textId="367CEF27" w:rsidTr="00146EEC">
        <w:tc>
          <w:tcPr>
            <w:tcW w:w="2689" w:type="dxa"/>
          </w:tcPr>
          <w:p w14:paraId="54162829" w14:textId="584A7D6D" w:rsidR="00C5216C" w:rsidRPr="00C5216C" w:rsidRDefault="00C5216C" w:rsidP="00C5216C">
            <w:pPr>
              <w:pStyle w:val="SIText"/>
            </w:pPr>
            <w:r w:rsidRPr="00AE346A">
              <w:t>Release 2</w:t>
            </w:r>
          </w:p>
        </w:tc>
        <w:tc>
          <w:tcPr>
            <w:tcW w:w="6939" w:type="dxa"/>
          </w:tcPr>
          <w:p w14:paraId="710F8562" w14:textId="5CD019DC" w:rsidR="00C5216C" w:rsidRPr="00C5216C" w:rsidRDefault="00C5216C" w:rsidP="00C5216C">
            <w:pPr>
              <w:pStyle w:val="SIText"/>
            </w:pPr>
            <w:r w:rsidRPr="00AE346A">
              <w:t>This version released with AMP Australian Meat Processing Training Package Version 6.0.</w:t>
            </w:r>
          </w:p>
        </w:tc>
      </w:tr>
      <w:tr w:rsidR="00C5216C" w14:paraId="19E5C0A6" w14:textId="1D3362CB" w:rsidTr="00146EEC">
        <w:tc>
          <w:tcPr>
            <w:tcW w:w="2689" w:type="dxa"/>
          </w:tcPr>
          <w:p w14:paraId="7D791EAF" w14:textId="0D8F06BD" w:rsidR="00C5216C" w:rsidRPr="00C5216C" w:rsidRDefault="00C5216C" w:rsidP="00C5216C">
            <w:pPr>
              <w:pStyle w:val="SIText"/>
            </w:pPr>
            <w:r w:rsidRPr="00AE346A">
              <w:t>Release 1</w:t>
            </w:r>
          </w:p>
        </w:tc>
        <w:tc>
          <w:tcPr>
            <w:tcW w:w="6939" w:type="dxa"/>
          </w:tcPr>
          <w:p w14:paraId="2A9B10F1" w14:textId="7F027AF1" w:rsidR="00C5216C" w:rsidRPr="00C5216C" w:rsidRDefault="00C5216C" w:rsidP="00C5216C">
            <w:pPr>
              <w:pStyle w:val="SIText"/>
            </w:pPr>
            <w:r w:rsidRPr="00AE346A">
              <w:t xml:space="preserve">This version released with AMP Australian Meat Processing Training Package Version </w:t>
            </w:r>
            <w:r w:rsidRPr="00C5216C">
              <w:t>1.0.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125549D9" w:rsidR="00F1480E" w:rsidRPr="005404CB" w:rsidRDefault="00F13230" w:rsidP="005404CB">
            <w:pPr>
              <w:pStyle w:val="SIUNITCODE"/>
            </w:pPr>
            <w:r w:rsidRPr="00F13230">
              <w:t>AMPMGT602</w:t>
            </w:r>
          </w:p>
        </w:tc>
        <w:tc>
          <w:tcPr>
            <w:tcW w:w="3604" w:type="pct"/>
            <w:shd w:val="clear" w:color="auto" w:fill="auto"/>
          </w:tcPr>
          <w:p w14:paraId="0B6AAD6B" w14:textId="256F0A71" w:rsidR="00F1480E" w:rsidRPr="005404CB" w:rsidRDefault="00F13230" w:rsidP="005404CB">
            <w:pPr>
              <w:pStyle w:val="SIUnittitle"/>
            </w:pPr>
            <w:r w:rsidRPr="00F13230">
              <w:t>Monitor and manage organisational legal responsibilities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481AA3B9" w14:textId="6D3CCA04" w:rsidR="00297BEB" w:rsidRDefault="00297BEB" w:rsidP="00297BEB">
            <w:pPr>
              <w:pStyle w:val="SIText"/>
            </w:pPr>
            <w:r w:rsidRPr="00297BEB">
              <w:t xml:space="preserve">This unit describes the skills and knowledge required to monitor and manage </w:t>
            </w:r>
            <w:r w:rsidR="004B50C0" w:rsidRPr="00297BEB">
              <w:t>a</w:t>
            </w:r>
            <w:r w:rsidRPr="00297BEB">
              <w:t xml:space="preserve"> </w:t>
            </w:r>
            <w:r w:rsidR="003E6187">
              <w:t>workplace</w:t>
            </w:r>
            <w:r w:rsidRPr="00297BEB">
              <w:t xml:space="preserve">'s legal responsibilities. It also describes the skills and knowledge required to manage risks associated with business operation and the provision of goods and services. It includes working with </w:t>
            </w:r>
            <w:r w:rsidR="003E6187">
              <w:t>workplace</w:t>
            </w:r>
            <w:r w:rsidRPr="00297BEB">
              <w:t xml:space="preserve"> personnel and monitoring and reviewing systems to achieve compliance and minimise risk.</w:t>
            </w:r>
          </w:p>
          <w:p w14:paraId="6288A50E" w14:textId="77777777" w:rsidR="00297BEB" w:rsidRPr="00297BEB" w:rsidRDefault="00297BEB" w:rsidP="00297BEB">
            <w:pPr>
              <w:pStyle w:val="SIText"/>
            </w:pPr>
          </w:p>
          <w:p w14:paraId="4107DA15" w14:textId="763F0EB4" w:rsidR="00297BEB" w:rsidRDefault="00297BEB" w:rsidP="00297BEB">
            <w:pPr>
              <w:pStyle w:val="SIText"/>
            </w:pPr>
            <w:r w:rsidRPr="00297BEB">
              <w:t>This unit is appropriate for all managers with responsibility for production, workplace health and safety, human resources, environmental or financial management systems and procurement, sales and marketing functions, in all meat industry sectors.</w:t>
            </w:r>
          </w:p>
          <w:p w14:paraId="6C240A45" w14:textId="77777777" w:rsidR="00297BEB" w:rsidRPr="00297BEB" w:rsidRDefault="00297BEB" w:rsidP="00297BEB">
            <w:pPr>
              <w:pStyle w:val="SIText"/>
            </w:pPr>
          </w:p>
          <w:p w14:paraId="6AF63A5D" w14:textId="77777777" w:rsidR="00C5216C" w:rsidRPr="00C5216C" w:rsidRDefault="00C5216C" w:rsidP="00C5216C">
            <w:pPr>
              <w:pStyle w:val="SIText"/>
            </w:pPr>
            <w:r w:rsidRPr="00D57984">
              <w:t>All work must be carried out to comply with workplace procedures, in accordance with state/territory health and safety</w:t>
            </w:r>
            <w:r w:rsidRPr="00C5216C">
              <w:t xml:space="preserve"> regulations, legislation and standards that apply to the workplace.</w:t>
            </w:r>
          </w:p>
          <w:p w14:paraId="480801EF" w14:textId="77777777" w:rsidR="00297BEB" w:rsidRPr="00297BEB" w:rsidRDefault="00297BEB" w:rsidP="00297BEB">
            <w:pPr>
              <w:pStyle w:val="SIText"/>
            </w:pPr>
          </w:p>
          <w:p w14:paraId="077C0FC6" w14:textId="2F96C018" w:rsidR="00373436" w:rsidRPr="000754EC" w:rsidRDefault="00297BEB" w:rsidP="00297BEB">
            <w:pPr>
              <w:pStyle w:val="SIText"/>
            </w:pPr>
            <w:r w:rsidRPr="00297BEB">
              <w:t>No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0FCA4A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3882BF72" w:rsidR="00F1480E" w:rsidRPr="005404CB" w:rsidRDefault="00C5216C" w:rsidP="005404CB">
            <w:pPr>
              <w:pStyle w:val="SIText"/>
            </w:pPr>
            <w:r>
              <w:t>Management</w:t>
            </w:r>
            <w:r w:rsidRPr="00C5216C">
              <w:t xml:space="preserve">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F0A42" w:rsidRPr="00963A46" w14:paraId="093B57AB" w14:textId="77777777" w:rsidTr="00CA2922">
        <w:trPr>
          <w:cantSplit/>
        </w:trPr>
        <w:tc>
          <w:tcPr>
            <w:tcW w:w="1396" w:type="pct"/>
            <w:shd w:val="clear" w:color="auto" w:fill="auto"/>
          </w:tcPr>
          <w:p w14:paraId="2FB446BD" w14:textId="14F82F4D" w:rsidR="009F0A42" w:rsidRPr="009F0A42" w:rsidRDefault="009F0A42" w:rsidP="009F0A42">
            <w:pPr>
              <w:pStyle w:val="SIText"/>
            </w:pPr>
            <w:r w:rsidRPr="009F0A42">
              <w:t>1. Gather legal information required for business compliance</w:t>
            </w:r>
          </w:p>
        </w:tc>
        <w:tc>
          <w:tcPr>
            <w:tcW w:w="3604" w:type="pct"/>
            <w:shd w:val="clear" w:color="auto" w:fill="auto"/>
          </w:tcPr>
          <w:p w14:paraId="103B52A0" w14:textId="77777777" w:rsidR="009F0A42" w:rsidRPr="009F0A42" w:rsidRDefault="009F0A42" w:rsidP="009F0A42">
            <w:pPr>
              <w:pStyle w:val="SIText"/>
            </w:pPr>
            <w:r w:rsidRPr="009F0A42">
              <w:t>1.1 Gather and analyse relevant, appropriately sourced legal information</w:t>
            </w:r>
          </w:p>
          <w:p w14:paraId="4EDD79B3" w14:textId="77777777" w:rsidR="009F0A42" w:rsidRPr="009F0A42" w:rsidRDefault="009F0A42" w:rsidP="009F0A42">
            <w:pPr>
              <w:pStyle w:val="SIText"/>
            </w:pPr>
            <w:r w:rsidRPr="009F0A42">
              <w:t>1.2 Seek, analyse and evaluate expert advice</w:t>
            </w:r>
          </w:p>
          <w:p w14:paraId="0ACD8386" w14:textId="21929D00" w:rsidR="009F0A42" w:rsidRPr="009F0A42" w:rsidRDefault="009F0A42" w:rsidP="009F0A42">
            <w:pPr>
              <w:pStyle w:val="SIText"/>
            </w:pPr>
            <w:r w:rsidRPr="009F0A42">
              <w:t>1.3 Clearly explain employer and employee obligations and responsibilities to management</w:t>
            </w:r>
          </w:p>
        </w:tc>
      </w:tr>
      <w:tr w:rsidR="009F0A42" w:rsidRPr="00963A46" w14:paraId="10724A78" w14:textId="77777777" w:rsidTr="00CA2922">
        <w:trPr>
          <w:cantSplit/>
        </w:trPr>
        <w:tc>
          <w:tcPr>
            <w:tcW w:w="1396" w:type="pct"/>
            <w:shd w:val="clear" w:color="auto" w:fill="auto"/>
          </w:tcPr>
          <w:p w14:paraId="449EE023" w14:textId="0E37A74A" w:rsidR="009F0A42" w:rsidRPr="009F0A42" w:rsidRDefault="009F0A42" w:rsidP="009F0A42">
            <w:pPr>
              <w:pStyle w:val="SIText"/>
            </w:pPr>
            <w:r w:rsidRPr="009F0A42">
              <w:t>2. Identify legal risks</w:t>
            </w:r>
          </w:p>
        </w:tc>
        <w:tc>
          <w:tcPr>
            <w:tcW w:w="3604" w:type="pct"/>
            <w:shd w:val="clear" w:color="auto" w:fill="auto"/>
          </w:tcPr>
          <w:p w14:paraId="541417F4" w14:textId="7AC1A1CD" w:rsidR="009F0A42" w:rsidRPr="009F0A42" w:rsidRDefault="009F0A42" w:rsidP="009F0A42">
            <w:pPr>
              <w:pStyle w:val="SIText"/>
            </w:pPr>
            <w:r w:rsidRPr="009F0A42">
              <w:t xml:space="preserve">2.1 Evaluate workplace policies, systems, controls and practices in terms of </w:t>
            </w:r>
            <w:r w:rsidR="003E6187">
              <w:t>workplace</w:t>
            </w:r>
            <w:r w:rsidRPr="009F0A42">
              <w:t xml:space="preserve"> and legal requirements</w:t>
            </w:r>
          </w:p>
          <w:p w14:paraId="21E7DA9D" w14:textId="77777777" w:rsidR="009F0A42" w:rsidRPr="009F0A42" w:rsidRDefault="009F0A42" w:rsidP="009F0A42">
            <w:pPr>
              <w:pStyle w:val="SIText"/>
            </w:pPr>
            <w:r w:rsidRPr="009F0A42">
              <w:t>2.2 Analyse workplace policies, procedures and systems for compliance with contractual and legal obligations</w:t>
            </w:r>
          </w:p>
          <w:p w14:paraId="56BA6CE2" w14:textId="77777777" w:rsidR="009F0A42" w:rsidRPr="009F0A42" w:rsidRDefault="009F0A42" w:rsidP="009F0A42">
            <w:pPr>
              <w:pStyle w:val="SIText"/>
            </w:pPr>
            <w:r w:rsidRPr="009F0A42">
              <w:t>2.3 Identify key risk areas</w:t>
            </w:r>
          </w:p>
          <w:p w14:paraId="2F41F575" w14:textId="48F00E9D" w:rsidR="009F0A42" w:rsidRPr="009F0A42" w:rsidRDefault="009F0A42" w:rsidP="009F0A42">
            <w:pPr>
              <w:pStyle w:val="SIText"/>
            </w:pPr>
            <w:r w:rsidRPr="009F0A42">
              <w:t>2.4 Analyse risk level</w:t>
            </w:r>
          </w:p>
        </w:tc>
      </w:tr>
      <w:tr w:rsidR="009F0A42" w:rsidRPr="00963A46" w14:paraId="1167C88A" w14:textId="77777777" w:rsidTr="00CA2922">
        <w:trPr>
          <w:cantSplit/>
        </w:trPr>
        <w:tc>
          <w:tcPr>
            <w:tcW w:w="1396" w:type="pct"/>
            <w:shd w:val="clear" w:color="auto" w:fill="auto"/>
          </w:tcPr>
          <w:p w14:paraId="0B9FA395" w14:textId="716927E3" w:rsidR="009F0A42" w:rsidRPr="009F0A42" w:rsidRDefault="009F0A42" w:rsidP="009F0A42">
            <w:pPr>
              <w:pStyle w:val="SIText"/>
            </w:pPr>
            <w:r w:rsidRPr="009F0A42">
              <w:t xml:space="preserve">3. Ensure </w:t>
            </w:r>
            <w:r w:rsidR="003E6187">
              <w:t>workplace</w:t>
            </w:r>
            <w:r w:rsidRPr="009F0A42">
              <w:t xml:space="preserve"> compliance with legal requirements</w:t>
            </w:r>
          </w:p>
        </w:tc>
        <w:tc>
          <w:tcPr>
            <w:tcW w:w="3604" w:type="pct"/>
            <w:shd w:val="clear" w:color="auto" w:fill="auto"/>
          </w:tcPr>
          <w:p w14:paraId="7DABECD0" w14:textId="77777777" w:rsidR="009F0A42" w:rsidRPr="009F0A42" w:rsidRDefault="009F0A42" w:rsidP="009F0A42">
            <w:pPr>
              <w:pStyle w:val="SIText"/>
            </w:pPr>
            <w:r w:rsidRPr="009F0A42">
              <w:t>3.1 Analyse current strategies for compliance with legal requirements</w:t>
            </w:r>
          </w:p>
          <w:p w14:paraId="47A8D1D0" w14:textId="77777777" w:rsidR="009F0A42" w:rsidRPr="009F0A42" w:rsidRDefault="009F0A42" w:rsidP="009F0A42">
            <w:pPr>
              <w:pStyle w:val="SIText"/>
            </w:pPr>
            <w:r w:rsidRPr="009F0A42">
              <w:t>3.2 Provide feedback on compliance record to stakeholders</w:t>
            </w:r>
          </w:p>
          <w:p w14:paraId="3285E1EB" w14:textId="77777777" w:rsidR="009F0A42" w:rsidRPr="009F0A42" w:rsidRDefault="009F0A42" w:rsidP="009F0A42">
            <w:pPr>
              <w:pStyle w:val="SIText"/>
            </w:pPr>
            <w:r w:rsidRPr="009F0A42">
              <w:t>3.3 Develop, implement and communicate strategies to ensure compliance with legal requirements and minimise risk</w:t>
            </w:r>
          </w:p>
          <w:p w14:paraId="52188309" w14:textId="5538C78A" w:rsidR="009F0A42" w:rsidRPr="009F0A42" w:rsidRDefault="009F0A42" w:rsidP="009F0A42">
            <w:pPr>
              <w:pStyle w:val="SIText"/>
            </w:pPr>
            <w:r w:rsidRPr="009F0A42">
              <w:t>3.4 Maintain currency of legal information</w:t>
            </w:r>
          </w:p>
        </w:tc>
      </w:tr>
      <w:tr w:rsidR="009F0A42" w:rsidRPr="00963A46" w14:paraId="700F6FA6" w14:textId="77777777" w:rsidTr="00CA2922">
        <w:trPr>
          <w:cantSplit/>
        </w:trPr>
        <w:tc>
          <w:tcPr>
            <w:tcW w:w="1396" w:type="pct"/>
            <w:shd w:val="clear" w:color="auto" w:fill="auto"/>
          </w:tcPr>
          <w:p w14:paraId="497E3F35" w14:textId="388A2EC5" w:rsidR="009F0A42" w:rsidRPr="009F0A42" w:rsidRDefault="009F0A42" w:rsidP="009F0A42">
            <w:pPr>
              <w:pStyle w:val="SIText"/>
            </w:pPr>
            <w:r w:rsidRPr="009F0A42">
              <w:t xml:space="preserve">4. Report </w:t>
            </w:r>
            <w:r w:rsidR="003E6187">
              <w:t>workplace</w:t>
            </w:r>
            <w:r w:rsidRPr="009F0A42">
              <w:t xml:space="preserve"> compliance</w:t>
            </w:r>
          </w:p>
        </w:tc>
        <w:tc>
          <w:tcPr>
            <w:tcW w:w="3604" w:type="pct"/>
            <w:shd w:val="clear" w:color="auto" w:fill="auto"/>
          </w:tcPr>
          <w:p w14:paraId="417B8301" w14:textId="77777777" w:rsidR="009F0A42" w:rsidRPr="009F0A42" w:rsidRDefault="009F0A42" w:rsidP="009F0A42">
            <w:pPr>
              <w:pStyle w:val="SIText"/>
            </w:pPr>
            <w:r w:rsidRPr="009F0A42">
              <w:t>4.1 Maintain and secure records relating to systems, training, communication and non-compliance with legal requirements</w:t>
            </w:r>
          </w:p>
          <w:p w14:paraId="3A5D909C" w14:textId="77777777" w:rsidR="009F0A42" w:rsidRPr="009F0A42" w:rsidRDefault="009F0A42" w:rsidP="009F0A42">
            <w:pPr>
              <w:pStyle w:val="SIText"/>
            </w:pPr>
            <w:r w:rsidRPr="009F0A42">
              <w:t>4.2 Prepare compliance reports for internal personnel and external authorities as required</w:t>
            </w:r>
          </w:p>
          <w:p w14:paraId="328182F2" w14:textId="77777777" w:rsidR="009F0A42" w:rsidRPr="009F0A42" w:rsidRDefault="009F0A42" w:rsidP="009F0A42">
            <w:pPr>
              <w:pStyle w:val="SIText"/>
            </w:pPr>
            <w:r w:rsidRPr="009F0A42">
              <w:t>4.3 Record and make timely reports on non-compliance incidents to relevant internal personnel and external authorities</w:t>
            </w:r>
          </w:p>
          <w:p w14:paraId="0B4BA541" w14:textId="2831146F" w:rsidR="009F0A42" w:rsidRPr="009F0A42" w:rsidRDefault="009F0A42" w:rsidP="009F0A42">
            <w:pPr>
              <w:pStyle w:val="SIText"/>
            </w:pPr>
            <w:r w:rsidRPr="009F0A42">
              <w:t xml:space="preserve">4.4 Prepare compliance reports and </w:t>
            </w:r>
            <w:r w:rsidR="003E6187">
              <w:t>workplace</w:t>
            </w:r>
            <w:r w:rsidRPr="009F0A42">
              <w:t xml:space="preserve"> presentations for external authorities</w:t>
            </w:r>
          </w:p>
        </w:tc>
      </w:tr>
    </w:tbl>
    <w:p w14:paraId="6BA63927" w14:textId="1AF04B6D" w:rsidR="005F771F" w:rsidRPr="000754EC" w:rsidRDefault="005F771F" w:rsidP="000754EC"/>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C5216C" w:rsidRPr="00336FCA" w:rsidDel="00423CB2" w14:paraId="4E9AA51B" w14:textId="77777777" w:rsidTr="00CA2922">
        <w:trPr>
          <w:tblHeader/>
        </w:trPr>
        <w:tc>
          <w:tcPr>
            <w:tcW w:w="1396" w:type="pct"/>
          </w:tcPr>
          <w:p w14:paraId="723CD61E" w14:textId="6FFB7D57" w:rsidR="00C5216C" w:rsidRPr="005404CB" w:rsidRDefault="00C5216C" w:rsidP="003B5498">
            <w:pPr>
              <w:pStyle w:val="SIText"/>
              <w:rPr>
                <w:rFonts w:eastAsiaTheme="majorEastAsia"/>
              </w:rPr>
            </w:pPr>
            <w:r>
              <w:rPr>
                <w:rFonts w:eastAsiaTheme="majorEastAsia"/>
              </w:rPr>
              <w:t>Reading</w:t>
            </w:r>
          </w:p>
        </w:tc>
        <w:tc>
          <w:tcPr>
            <w:tcW w:w="3604" w:type="pct"/>
          </w:tcPr>
          <w:p w14:paraId="22EF3A41" w14:textId="7A6447B4" w:rsidR="00C5216C" w:rsidRPr="005404CB" w:rsidRDefault="00C5216C" w:rsidP="003B5498">
            <w:pPr>
              <w:pStyle w:val="SIBulletList1"/>
              <w:rPr>
                <w:rFonts w:eastAsiaTheme="majorEastAsia"/>
              </w:rPr>
            </w:pPr>
            <w:r>
              <w:rPr>
                <w:rFonts w:eastAsiaTheme="majorEastAsia"/>
              </w:rPr>
              <w:t>Interpret detail in legislation, regulations and industry standards</w:t>
            </w:r>
          </w:p>
        </w:tc>
      </w:tr>
      <w:tr w:rsidR="00C5216C" w:rsidRPr="00336FCA" w:rsidDel="00423CB2" w14:paraId="75C4F34A" w14:textId="77777777" w:rsidTr="00CA2922">
        <w:trPr>
          <w:tblHeader/>
        </w:trPr>
        <w:tc>
          <w:tcPr>
            <w:tcW w:w="1396" w:type="pct"/>
          </w:tcPr>
          <w:p w14:paraId="7DDB42E6" w14:textId="1B59BEB5" w:rsidR="00C5216C" w:rsidRPr="00C5216C" w:rsidRDefault="00C5216C" w:rsidP="003B5498">
            <w:pPr>
              <w:pStyle w:val="SIText"/>
              <w:rPr>
                <w:rFonts w:eastAsiaTheme="majorEastAsia"/>
              </w:rPr>
            </w:pPr>
            <w:r w:rsidRPr="00C5216C">
              <w:rPr>
                <w:rFonts w:eastAsiaTheme="majorEastAsia"/>
              </w:rPr>
              <w:t>Numeracy</w:t>
            </w:r>
          </w:p>
        </w:tc>
        <w:tc>
          <w:tcPr>
            <w:tcW w:w="3604" w:type="pct"/>
          </w:tcPr>
          <w:p w14:paraId="606A4948" w14:textId="77777777" w:rsidR="00C5216C" w:rsidRPr="00C5216C" w:rsidRDefault="00C5216C">
            <w:pPr>
              <w:pStyle w:val="SIBulletList1"/>
              <w:rPr>
                <w:rFonts w:eastAsiaTheme="majorEastAsia"/>
              </w:rPr>
            </w:pPr>
            <w:r w:rsidRPr="00C5216C">
              <w:rPr>
                <w:rFonts w:eastAsiaTheme="majorEastAsia"/>
              </w:rPr>
              <w:t>Use software programs to model outcomes</w:t>
            </w:r>
          </w:p>
          <w:p w14:paraId="5FA2708E" w14:textId="688A4398" w:rsidR="00C5216C" w:rsidRPr="00C5216C" w:rsidRDefault="00C5216C" w:rsidP="003B5498">
            <w:pPr>
              <w:pStyle w:val="SIBulletList1"/>
              <w:rPr>
                <w:rFonts w:eastAsiaTheme="majorEastAsia"/>
              </w:rPr>
            </w:pPr>
            <w:r w:rsidRPr="00C5216C">
              <w:rPr>
                <w:rFonts w:eastAsiaTheme="majorEastAsia"/>
              </w:rPr>
              <w:t>Recognise trends in graphs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6C69EA" w14:paraId="7B3AD32B" w14:textId="77777777" w:rsidTr="00F33FF2">
        <w:tc>
          <w:tcPr>
            <w:tcW w:w="1028" w:type="pct"/>
          </w:tcPr>
          <w:p w14:paraId="16AF823A" w14:textId="0AF74E5C" w:rsidR="006C69EA" w:rsidRPr="006C69EA" w:rsidRDefault="006C69EA" w:rsidP="006C69EA">
            <w:pPr>
              <w:pStyle w:val="SIText"/>
            </w:pPr>
            <w:r w:rsidRPr="006C69EA">
              <w:t xml:space="preserve">AMPMGT602 Monitor and manage organisational legal responsibilities Release </w:t>
            </w:r>
            <w:r w:rsidR="00C5216C">
              <w:t>3</w:t>
            </w:r>
          </w:p>
        </w:tc>
        <w:tc>
          <w:tcPr>
            <w:tcW w:w="1105" w:type="pct"/>
          </w:tcPr>
          <w:p w14:paraId="6623A6C9" w14:textId="4C85E002" w:rsidR="006C69EA" w:rsidRPr="006C69EA" w:rsidRDefault="006C69EA" w:rsidP="006C69EA">
            <w:pPr>
              <w:pStyle w:val="SIText"/>
            </w:pPr>
            <w:r w:rsidRPr="006C69EA">
              <w:t xml:space="preserve">AMPMGT602 Monitor and manage organisational legal responsibilities Release </w:t>
            </w:r>
            <w:r w:rsidR="00C5216C">
              <w:t>2</w:t>
            </w:r>
          </w:p>
        </w:tc>
        <w:tc>
          <w:tcPr>
            <w:tcW w:w="1251" w:type="pct"/>
          </w:tcPr>
          <w:p w14:paraId="38EF1B27" w14:textId="51B3D3FF" w:rsidR="006C69EA" w:rsidRPr="006C69EA" w:rsidRDefault="00C5216C" w:rsidP="006C69EA">
            <w:pPr>
              <w:pStyle w:val="SIText"/>
            </w:pPr>
            <w:r>
              <w:t>Foundation Skills added</w:t>
            </w:r>
            <w:r w:rsidRPr="00C5216C">
              <w:t xml:space="preserve"> Minor changes to unit Application, Performance </w:t>
            </w:r>
            <w:r w:rsidR="008115FC">
              <w:t>E</w:t>
            </w:r>
            <w:r w:rsidRPr="00C5216C">
              <w:t>vidence and Assessment Conditions</w:t>
            </w:r>
          </w:p>
        </w:tc>
        <w:tc>
          <w:tcPr>
            <w:tcW w:w="1616" w:type="pct"/>
          </w:tcPr>
          <w:p w14:paraId="44BBFF38" w14:textId="68F1D763" w:rsidR="006C69EA" w:rsidRPr="006C69EA" w:rsidRDefault="006C69EA" w:rsidP="006C69EA">
            <w:pPr>
              <w:pStyle w:val="SIText"/>
            </w:pPr>
            <w:r w:rsidRPr="006C69EA">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2D159735" w:rsidR="00F1480E" w:rsidRPr="005404CB" w:rsidRDefault="004B50C0" w:rsidP="005404CB">
            <w:pPr>
              <w:pStyle w:val="SIText"/>
            </w:pPr>
            <w:hyperlink r:id="rId11" w:history="1">
              <w:r w:rsidR="00936F9A" w:rsidRPr="00936F9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7B5A4CB4" w:rsidR="00556C4C" w:rsidRPr="005404CB" w:rsidRDefault="00556C4C" w:rsidP="005404CB">
            <w:pPr>
              <w:pStyle w:val="SIUnittitle"/>
            </w:pPr>
            <w:r w:rsidRPr="00F56827">
              <w:t xml:space="preserve">Assessment requirements for </w:t>
            </w:r>
            <w:r w:rsidR="00F13230" w:rsidRPr="00F13230">
              <w:t>AMPMGT602 Monitor and manage organisational legal responsibilities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3AC670FD" w14:textId="3DED0797" w:rsidR="00647B30" w:rsidRDefault="00647B30" w:rsidP="00647B30">
            <w:pPr>
              <w:pStyle w:val="SIText"/>
            </w:pPr>
            <w:r w:rsidRPr="00647B30">
              <w:t>An individual demonstrating competency must satisfy all of the elements and performance criteria in this unit.</w:t>
            </w:r>
          </w:p>
          <w:p w14:paraId="4948F536" w14:textId="77777777" w:rsidR="00647B30" w:rsidRPr="00647B30" w:rsidRDefault="00647B30" w:rsidP="00647B30">
            <w:pPr>
              <w:pStyle w:val="SIText"/>
            </w:pPr>
          </w:p>
          <w:p w14:paraId="69E95A59" w14:textId="71575453" w:rsidR="00647B30" w:rsidRPr="00647B30" w:rsidRDefault="00647B30" w:rsidP="00647B30">
            <w:pPr>
              <w:pStyle w:val="SIText"/>
            </w:pPr>
            <w:r w:rsidRPr="00647B30">
              <w:t xml:space="preserve">There must be evidence that the individual has, </w:t>
            </w:r>
            <w:r w:rsidR="00C5216C">
              <w:t>m</w:t>
            </w:r>
            <w:r w:rsidR="00C5216C" w:rsidRPr="00F13230">
              <w:t>onitor</w:t>
            </w:r>
            <w:r w:rsidR="00C5216C">
              <w:t>ed</w:t>
            </w:r>
            <w:r w:rsidR="00C5216C" w:rsidRPr="00F13230">
              <w:t xml:space="preserve"> and manage</w:t>
            </w:r>
            <w:r w:rsidR="00C5216C">
              <w:t>d</w:t>
            </w:r>
            <w:r w:rsidR="00C5216C" w:rsidRPr="00F13230">
              <w:t xml:space="preserve"> organisational legal responsibilities</w:t>
            </w:r>
            <w:r w:rsidR="00C5216C">
              <w:t>, for at least one processing site,</w:t>
            </w:r>
            <w:r w:rsidR="00C5216C" w:rsidRPr="00C5216C">
              <w:t xml:space="preserve"> </w:t>
            </w:r>
            <w:r w:rsidR="00C5216C">
              <w:t>including</w:t>
            </w:r>
            <w:r w:rsidRPr="00647B30">
              <w:t>:</w:t>
            </w:r>
          </w:p>
          <w:p w14:paraId="383BEA44" w14:textId="77777777" w:rsidR="00647B30" w:rsidRPr="00647B30" w:rsidRDefault="00647B30" w:rsidP="00647B30">
            <w:pPr>
              <w:pStyle w:val="SIBulletList1"/>
            </w:pPr>
            <w:r w:rsidRPr="00647B30">
              <w:t>analysed and maintained currency of legal information through independent research and/or professional development</w:t>
            </w:r>
          </w:p>
          <w:p w14:paraId="6D96F5B0" w14:textId="77777777" w:rsidR="00647B30" w:rsidRPr="00647B30" w:rsidRDefault="00647B30" w:rsidP="00647B30">
            <w:pPr>
              <w:pStyle w:val="SIBulletList1"/>
            </w:pPr>
            <w:r w:rsidRPr="00647B30">
              <w:t>read, analysed and interpreted complex legal information</w:t>
            </w:r>
          </w:p>
          <w:p w14:paraId="535C499D" w14:textId="77777777" w:rsidR="00647B30" w:rsidRPr="00647B30" w:rsidRDefault="00647B30" w:rsidP="00647B30">
            <w:pPr>
              <w:pStyle w:val="SIBulletList1"/>
            </w:pPr>
            <w:r w:rsidRPr="00647B30">
              <w:t>interpreted monitoring data and prepared compliance reports</w:t>
            </w:r>
          </w:p>
          <w:p w14:paraId="1680DC70" w14:textId="7AD8B0CE" w:rsidR="00647B30" w:rsidRPr="00647B30" w:rsidRDefault="00647B30" w:rsidP="00647B30">
            <w:pPr>
              <w:pStyle w:val="SIBulletList1"/>
            </w:pPr>
            <w:r w:rsidRPr="00647B30">
              <w:t xml:space="preserve">applied legal concepts, including duty of care, in developing and implementing </w:t>
            </w:r>
            <w:r w:rsidR="003E6187">
              <w:t>workplace</w:t>
            </w:r>
            <w:r w:rsidRPr="00647B30">
              <w:t xml:space="preserve"> operations and systems</w:t>
            </w:r>
          </w:p>
          <w:p w14:paraId="68956457" w14:textId="77777777" w:rsidR="00647B30" w:rsidRPr="00647B30" w:rsidRDefault="00647B30" w:rsidP="00647B30">
            <w:pPr>
              <w:pStyle w:val="SIBulletList1"/>
            </w:pPr>
            <w:r w:rsidRPr="00647B30">
              <w:t>applied teamwork strategies to foster stakeholder commitment and compliance with legal requirements</w:t>
            </w:r>
          </w:p>
          <w:p w14:paraId="46374B86" w14:textId="77777777" w:rsidR="00647B30" w:rsidRPr="00647B30" w:rsidRDefault="00647B30" w:rsidP="00647B30">
            <w:pPr>
              <w:pStyle w:val="SIBulletList1"/>
            </w:pPr>
            <w:r w:rsidRPr="00647B30">
              <w:t>communicated legal information and requirements to all stakeholders, in a language and style suitable for the purpose and audience</w:t>
            </w:r>
          </w:p>
          <w:p w14:paraId="52593F6D" w14:textId="6603C080" w:rsidR="00647B30" w:rsidRPr="00647B30" w:rsidRDefault="00647B30" w:rsidP="00647B30">
            <w:pPr>
              <w:pStyle w:val="SIBulletList1"/>
            </w:pPr>
            <w:r w:rsidRPr="00647B30">
              <w:t xml:space="preserve">determined the </w:t>
            </w:r>
            <w:r w:rsidR="003E6187">
              <w:t>workplace</w:t>
            </w:r>
            <w:r w:rsidRPr="00647B30">
              <w:t>'s level of legal and statutory compliance</w:t>
            </w:r>
          </w:p>
          <w:p w14:paraId="44E31A14" w14:textId="77777777" w:rsidR="00647B30" w:rsidRPr="00647B30" w:rsidRDefault="00647B30" w:rsidP="00647B30">
            <w:pPr>
              <w:pStyle w:val="SIBulletList1"/>
            </w:pPr>
            <w:r w:rsidRPr="00647B30">
              <w:t>interacted and communicated with external authorities in a professional and open manner</w:t>
            </w:r>
          </w:p>
          <w:p w14:paraId="576C572B" w14:textId="38FCDD78" w:rsidR="00647B30" w:rsidRPr="00647B30" w:rsidRDefault="00647B30" w:rsidP="00647B30">
            <w:pPr>
              <w:pStyle w:val="SIBulletList1"/>
            </w:pPr>
            <w:r w:rsidRPr="00647B30">
              <w:t xml:space="preserve">promptly reported non-compliance to relevant external authorities and </w:t>
            </w:r>
            <w:r w:rsidR="003E6187">
              <w:t>workplace</w:t>
            </w:r>
            <w:r w:rsidRPr="00647B30">
              <w:t xml:space="preserve"> personnel</w:t>
            </w:r>
          </w:p>
          <w:p w14:paraId="7258E7A8" w14:textId="77777777" w:rsidR="00647B30" w:rsidRPr="00647B30" w:rsidRDefault="00647B30" w:rsidP="00647B30">
            <w:pPr>
              <w:pStyle w:val="SIBulletList1"/>
            </w:pPr>
            <w:r w:rsidRPr="00647B30">
              <w:t>determined corrective actions appropriate for the circumstances</w:t>
            </w:r>
          </w:p>
          <w:p w14:paraId="57BC0C78" w14:textId="57C91ECE" w:rsidR="00647B30" w:rsidRPr="00647B30" w:rsidRDefault="00647B30" w:rsidP="00647B30">
            <w:pPr>
              <w:pStyle w:val="SIBulletList1"/>
            </w:pPr>
            <w:r w:rsidRPr="00647B30">
              <w:t xml:space="preserve">presented reports according to legal and </w:t>
            </w:r>
            <w:r w:rsidR="003E6187">
              <w:t>workplace</w:t>
            </w:r>
            <w:r w:rsidRPr="00647B30">
              <w:t xml:space="preserve"> requirements</w:t>
            </w:r>
          </w:p>
          <w:p w14:paraId="64373BEC" w14:textId="77777777" w:rsidR="00647B30" w:rsidRPr="00647B30" w:rsidRDefault="00647B30" w:rsidP="00647B30">
            <w:pPr>
              <w:pStyle w:val="SIBulletList1"/>
            </w:pPr>
            <w:r w:rsidRPr="00647B30">
              <w:t>used assertiveness, persuasion and negotiation as required</w:t>
            </w:r>
          </w:p>
          <w:p w14:paraId="3602AEE4" w14:textId="77777777" w:rsidR="00647B30" w:rsidRPr="00647B30" w:rsidRDefault="00647B30" w:rsidP="00647B30">
            <w:pPr>
              <w:pStyle w:val="SIBulletList1"/>
            </w:pPr>
            <w:r w:rsidRPr="00647B30">
              <w:t>determined the responsibilities and liabilities of managers, directors, owners and employees, and the consequences of non-compliance</w:t>
            </w:r>
          </w:p>
          <w:p w14:paraId="1FFC38B9" w14:textId="77777777" w:rsidR="00647B30" w:rsidRPr="00647B30" w:rsidRDefault="00647B30" w:rsidP="00647B30">
            <w:pPr>
              <w:pStyle w:val="SIBulletList1"/>
            </w:pPr>
            <w:r w:rsidRPr="00647B30">
              <w:t>maintained and secured records and record-keeping systems to meet legal or statutory requirements</w:t>
            </w:r>
          </w:p>
          <w:p w14:paraId="2A18C728" w14:textId="77777777" w:rsidR="00647B30" w:rsidRPr="00647B30" w:rsidRDefault="00647B30" w:rsidP="00647B30">
            <w:pPr>
              <w:pStyle w:val="SIBulletList1"/>
            </w:pPr>
            <w:r w:rsidRPr="00647B30">
              <w:t>prepared briefing information for specialist legal advisors</w:t>
            </w:r>
          </w:p>
          <w:p w14:paraId="49081BB4" w14:textId="59AFB959" w:rsidR="00556C4C" w:rsidRPr="005404CB" w:rsidRDefault="00647B30" w:rsidP="00647B30">
            <w:pPr>
              <w:pStyle w:val="SIBulletList1"/>
            </w:pPr>
            <w:r w:rsidRPr="00647B30">
              <w:t xml:space="preserve">identified </w:t>
            </w:r>
            <w:r w:rsidR="003E6187">
              <w:t>workplace</w:t>
            </w:r>
            <w:r w:rsidRPr="00647B30">
              <w:t xml:space="preserve"> requirements for specialist legal advice.</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6F6CB9CE" w14:textId="77777777" w:rsidR="008D4DB7" w:rsidRPr="008D4DB7" w:rsidRDefault="008D4DB7" w:rsidP="008D4DB7">
            <w:pPr>
              <w:pStyle w:val="SIText"/>
            </w:pPr>
            <w:r w:rsidRPr="008D4DB7">
              <w:t>An individual must be able to demonstrate the knowledge required to perform the tasks outlined in the elements and performance criteria of this unit. This includes knowledge of:</w:t>
            </w:r>
          </w:p>
          <w:p w14:paraId="3921196F" w14:textId="77777777" w:rsidR="008D4DB7" w:rsidRPr="008D4DB7" w:rsidRDefault="008D4DB7" w:rsidP="008D4DB7">
            <w:pPr>
              <w:pStyle w:val="SIBulletList1"/>
            </w:pPr>
            <w:r w:rsidRPr="008D4DB7">
              <w:t>relevant workplace health and safety, environmental, biosecurity, animal welfare and workplace requirements</w:t>
            </w:r>
          </w:p>
          <w:p w14:paraId="45D98C11" w14:textId="77777777" w:rsidR="008D4DB7" w:rsidRPr="008D4DB7" w:rsidRDefault="008D4DB7" w:rsidP="008D4DB7">
            <w:pPr>
              <w:pStyle w:val="SIBulletList1"/>
            </w:pPr>
            <w:r w:rsidRPr="008D4DB7">
              <w:t>sources of legal information</w:t>
            </w:r>
          </w:p>
          <w:p w14:paraId="45DF52B9" w14:textId="77777777" w:rsidR="008D4DB7" w:rsidRPr="008D4DB7" w:rsidRDefault="008D4DB7" w:rsidP="008D4DB7">
            <w:pPr>
              <w:pStyle w:val="SIBulletList1"/>
            </w:pPr>
            <w:r w:rsidRPr="008D4DB7">
              <w:t>legal concepts including social justice, tort, negligence, consumer and employment law</w:t>
            </w:r>
          </w:p>
          <w:p w14:paraId="2375684A" w14:textId="77777777" w:rsidR="008D4DB7" w:rsidRPr="008D4DB7" w:rsidRDefault="008D4DB7" w:rsidP="008D4DB7">
            <w:pPr>
              <w:pStyle w:val="SIBulletList1"/>
            </w:pPr>
            <w:r w:rsidRPr="008D4DB7">
              <w:t>legal requirements concerning food safety</w:t>
            </w:r>
          </w:p>
          <w:p w14:paraId="66608BB7" w14:textId="7D600CB6" w:rsidR="00F1480E" w:rsidRPr="005404CB" w:rsidRDefault="008D4DB7" w:rsidP="008D4DB7">
            <w:pPr>
              <w:pStyle w:val="SIBulletList1"/>
            </w:pPr>
            <w:r w:rsidRPr="008D4DB7">
              <w:t>relevant trade practices requirements.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210F692" w14:textId="77777777" w:rsidR="00EF20BB" w:rsidRPr="00EF20BB" w:rsidRDefault="00EF20BB" w:rsidP="00EF20BB">
            <w:pPr>
              <w:pStyle w:val="SIText"/>
            </w:pPr>
            <w:r w:rsidRPr="00EF20BB">
              <w:t>Assessment of the skills in this unit of competency must take place under the following conditions:</w:t>
            </w:r>
          </w:p>
          <w:p w14:paraId="6FD01222" w14:textId="77777777" w:rsidR="00EF20BB" w:rsidRPr="00EF20BB" w:rsidRDefault="00EF20BB" w:rsidP="0023198B">
            <w:pPr>
              <w:pStyle w:val="SIBulletList1"/>
            </w:pPr>
            <w:r w:rsidRPr="00EF20BB">
              <w:t>physical conditions:</w:t>
            </w:r>
          </w:p>
          <w:p w14:paraId="1C548D0D" w14:textId="77777777" w:rsidR="00EF20BB" w:rsidRPr="00EF20BB" w:rsidRDefault="00EF20BB" w:rsidP="0023198B">
            <w:pPr>
              <w:pStyle w:val="SIBulletList2"/>
            </w:pPr>
            <w:r w:rsidRPr="00EF20BB">
              <w:t>skills must be demonstrated in a meat industry workplace or an environment that accurately represents workplace conditions</w:t>
            </w:r>
          </w:p>
          <w:p w14:paraId="72B3F85F" w14:textId="77777777" w:rsidR="00EF20BB" w:rsidRPr="00EF20BB" w:rsidRDefault="00EF20BB" w:rsidP="0023198B">
            <w:pPr>
              <w:pStyle w:val="SIBulletList1"/>
            </w:pPr>
            <w:r w:rsidRPr="00EF20BB">
              <w:t>resources, equipment and materials:</w:t>
            </w:r>
          </w:p>
          <w:p w14:paraId="7D4C4DBE" w14:textId="77777777" w:rsidR="00EF20BB" w:rsidRPr="00EF20BB" w:rsidRDefault="00EF20BB" w:rsidP="0023198B">
            <w:pPr>
              <w:pStyle w:val="SIBulletList2"/>
            </w:pPr>
            <w:r w:rsidRPr="00EF20BB">
              <w:t>access to appropriate technology for research and data collection, analysis and reporting</w:t>
            </w:r>
          </w:p>
          <w:p w14:paraId="734F6E54" w14:textId="77777777" w:rsidR="00EF20BB" w:rsidRPr="00EF20BB" w:rsidRDefault="00EF20BB" w:rsidP="0023198B">
            <w:pPr>
              <w:pStyle w:val="SIBulletList1"/>
            </w:pPr>
            <w:r w:rsidRPr="00EF20BB">
              <w:t>specifications:</w:t>
            </w:r>
          </w:p>
          <w:p w14:paraId="4948738B" w14:textId="77777777" w:rsidR="00EF20BB" w:rsidRPr="00EF20BB" w:rsidRDefault="00EF20BB" w:rsidP="0023198B">
            <w:pPr>
              <w:pStyle w:val="SIBulletList2"/>
            </w:pPr>
            <w:r w:rsidRPr="00EF20BB">
              <w:t>access to workplace documents such as policies, procedures, processes, forms</w:t>
            </w:r>
          </w:p>
          <w:p w14:paraId="7B856C0A" w14:textId="4566767B" w:rsidR="00EF20BB" w:rsidRPr="00EF20BB" w:rsidRDefault="00EF20BB" w:rsidP="0023198B">
            <w:pPr>
              <w:pStyle w:val="SIBulletList2"/>
            </w:pPr>
            <w:r w:rsidRPr="00EF20BB">
              <w:t xml:space="preserve">access to specific legislation/codes of practice relevant to </w:t>
            </w:r>
            <w:r w:rsidR="003E6187">
              <w:t>workplace</w:t>
            </w:r>
            <w:r w:rsidRPr="00EF20BB">
              <w:t xml:space="preserve"> operations.</w:t>
            </w:r>
          </w:p>
          <w:p w14:paraId="651C21D4" w14:textId="77777777" w:rsidR="00C5216C" w:rsidRDefault="00C5216C" w:rsidP="00EF20BB">
            <w:pPr>
              <w:pStyle w:val="SIText"/>
            </w:pPr>
          </w:p>
          <w:p w14:paraId="12D8DE15" w14:textId="77777777" w:rsidR="00340B82" w:rsidRDefault="00340B82" w:rsidP="00340B82">
            <w:pPr>
              <w:pStyle w:val="SIText"/>
            </w:pPr>
            <w:r>
              <w:t>Assessment for this unit must include at least three forms of evidence.</w:t>
            </w:r>
          </w:p>
          <w:p w14:paraId="3B0A3D27" w14:textId="77777777" w:rsidR="00340B82" w:rsidRDefault="00340B82" w:rsidP="00EF20BB">
            <w:pPr>
              <w:pStyle w:val="SIText"/>
            </w:pPr>
          </w:p>
          <w:p w14:paraId="72FC2BF3" w14:textId="301F4797" w:rsidR="00F1480E" w:rsidRPr="00EF20BB" w:rsidRDefault="00EF20BB" w:rsidP="00EF20BB">
            <w:pPr>
              <w:pStyle w:val="SIText"/>
            </w:pPr>
            <w:r w:rsidRPr="00EF20BB">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7904514D" w:rsidR="00F1480E" w:rsidRPr="005404CB" w:rsidRDefault="004B50C0" w:rsidP="005404CB">
            <w:pPr>
              <w:pStyle w:val="SIText"/>
            </w:pPr>
            <w:hyperlink r:id="rId12" w:history="1">
              <w:r w:rsidR="00936F9A" w:rsidRPr="00936F9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635B6" w14:textId="77777777" w:rsidR="00BA7008" w:rsidRDefault="00BA7008" w:rsidP="00BF3F0A">
      <w:r>
        <w:separator/>
      </w:r>
    </w:p>
    <w:p w14:paraId="1B174097" w14:textId="77777777" w:rsidR="00BA7008" w:rsidRDefault="00BA7008"/>
  </w:endnote>
  <w:endnote w:type="continuationSeparator" w:id="0">
    <w:p w14:paraId="66BCDD78" w14:textId="77777777" w:rsidR="00BA7008" w:rsidRDefault="00BA7008" w:rsidP="00BF3F0A">
      <w:r>
        <w:continuationSeparator/>
      </w:r>
    </w:p>
    <w:p w14:paraId="768930CA" w14:textId="77777777" w:rsidR="00BA7008" w:rsidRDefault="00BA70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330D" w14:textId="77777777" w:rsidR="00EF6004" w:rsidRDefault="00EF6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93D0B" w14:textId="77777777" w:rsidR="00EF6004" w:rsidRDefault="00EF6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992B0" w14:textId="77777777" w:rsidR="00BA7008" w:rsidRDefault="00BA7008" w:rsidP="00BF3F0A">
      <w:r>
        <w:separator/>
      </w:r>
    </w:p>
    <w:p w14:paraId="1FBD38FD" w14:textId="77777777" w:rsidR="00BA7008" w:rsidRDefault="00BA7008"/>
  </w:footnote>
  <w:footnote w:type="continuationSeparator" w:id="0">
    <w:p w14:paraId="69561EDD" w14:textId="77777777" w:rsidR="00BA7008" w:rsidRDefault="00BA7008" w:rsidP="00BF3F0A">
      <w:r>
        <w:continuationSeparator/>
      </w:r>
    </w:p>
    <w:p w14:paraId="27EAE94A" w14:textId="77777777" w:rsidR="00BA7008" w:rsidRDefault="00BA70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E1E9" w14:textId="77777777" w:rsidR="00EF6004" w:rsidRDefault="00EF6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735421D" w:rsidR="009C2650" w:rsidRPr="00F13230" w:rsidRDefault="004B50C0" w:rsidP="00F13230">
    <w:sdt>
      <w:sdtPr>
        <w:rPr>
          <w:lang w:eastAsia="en-US"/>
        </w:rPr>
        <w:id w:val="1651182622"/>
        <w:docPartObj>
          <w:docPartGallery w:val="Watermarks"/>
          <w:docPartUnique/>
        </w:docPartObj>
      </w:sdtPr>
      <w:sdtEndPr/>
      <w:sdtContent>
        <w:r>
          <w:rPr>
            <w:lang w:eastAsia="en-US"/>
          </w:rPr>
          <w:pict w14:anchorId="5E27B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13230" w:rsidRPr="00F13230">
      <w:rPr>
        <w:lang w:eastAsia="en-US"/>
      </w:rPr>
      <w:t>AMPMGT602 Monitor and manage organisational legal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BF8D0" w14:textId="77777777" w:rsidR="00EF6004" w:rsidRDefault="00EF6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0027E2"/>
    <w:multiLevelType w:val="multilevel"/>
    <w:tmpl w:val="6ECCF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3F713D"/>
    <w:multiLevelType w:val="multilevel"/>
    <w:tmpl w:val="272C0F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512B8"/>
    <w:multiLevelType w:val="multilevel"/>
    <w:tmpl w:val="A9EC6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D11E5E"/>
    <w:multiLevelType w:val="multilevel"/>
    <w:tmpl w:val="5DC01F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F584E2B"/>
    <w:multiLevelType w:val="multilevel"/>
    <w:tmpl w:val="27BEFD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19D4AD5"/>
    <w:multiLevelType w:val="multilevel"/>
    <w:tmpl w:val="0EAAF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0449B3"/>
    <w:multiLevelType w:val="multilevel"/>
    <w:tmpl w:val="338E52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A5FC5"/>
    <w:multiLevelType w:val="multilevel"/>
    <w:tmpl w:val="A704C7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C44211D"/>
    <w:multiLevelType w:val="multilevel"/>
    <w:tmpl w:val="1FDE0B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1407695">
    <w:abstractNumId w:val="12"/>
  </w:num>
  <w:num w:numId="2" w16cid:durableId="1894191155">
    <w:abstractNumId w:val="7"/>
  </w:num>
  <w:num w:numId="3" w16cid:durableId="1677731170">
    <w:abstractNumId w:val="3"/>
  </w:num>
  <w:num w:numId="4" w16cid:durableId="1924562909">
    <w:abstractNumId w:val="21"/>
  </w:num>
  <w:num w:numId="5" w16cid:durableId="381906497">
    <w:abstractNumId w:val="1"/>
  </w:num>
  <w:num w:numId="6" w16cid:durableId="1067729002">
    <w:abstractNumId w:val="11"/>
  </w:num>
  <w:num w:numId="7" w16cid:durableId="814570535">
    <w:abstractNumId w:val="2"/>
  </w:num>
  <w:num w:numId="8" w16cid:durableId="534343260">
    <w:abstractNumId w:val="0"/>
  </w:num>
  <w:num w:numId="9" w16cid:durableId="1377385697">
    <w:abstractNumId w:val="20"/>
  </w:num>
  <w:num w:numId="10" w16cid:durableId="102844376">
    <w:abstractNumId w:val="14"/>
  </w:num>
  <w:num w:numId="11" w16cid:durableId="674112962">
    <w:abstractNumId w:val="19"/>
  </w:num>
  <w:num w:numId="12" w16cid:durableId="516116272">
    <w:abstractNumId w:val="15"/>
  </w:num>
  <w:num w:numId="13" w16cid:durableId="1590117178">
    <w:abstractNumId w:val="22"/>
  </w:num>
  <w:num w:numId="14" w16cid:durableId="1492914324">
    <w:abstractNumId w:val="4"/>
  </w:num>
  <w:num w:numId="15" w16cid:durableId="434517188">
    <w:abstractNumId w:val="5"/>
  </w:num>
  <w:num w:numId="16" w16cid:durableId="1032539512">
    <w:abstractNumId w:val="23"/>
  </w:num>
  <w:num w:numId="17" w16cid:durableId="969361476">
    <w:abstractNumId w:val="18"/>
  </w:num>
  <w:num w:numId="18" w16cid:durableId="1939019612">
    <w:abstractNumId w:val="13"/>
  </w:num>
  <w:num w:numId="19" w16cid:durableId="287515220">
    <w:abstractNumId w:val="8"/>
  </w:num>
  <w:num w:numId="20" w16cid:durableId="1007517043">
    <w:abstractNumId w:val="6"/>
  </w:num>
  <w:num w:numId="21" w16cid:durableId="1316950871">
    <w:abstractNumId w:val="16"/>
  </w:num>
  <w:num w:numId="22" w16cid:durableId="1384476924">
    <w:abstractNumId w:val="17"/>
  </w:num>
  <w:num w:numId="23" w16cid:durableId="1285231151">
    <w:abstractNumId w:val="9"/>
  </w:num>
  <w:num w:numId="24" w16cid:durableId="875700621">
    <w:abstractNumId w:val="24"/>
  </w:num>
  <w:num w:numId="25" w16cid:durableId="2402553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98B"/>
    <w:rsid w:val="00233143"/>
    <w:rsid w:val="00234444"/>
    <w:rsid w:val="00242293"/>
    <w:rsid w:val="00244EA7"/>
    <w:rsid w:val="0025210D"/>
    <w:rsid w:val="00262FC3"/>
    <w:rsid w:val="0026394F"/>
    <w:rsid w:val="00267AF6"/>
    <w:rsid w:val="00276DB8"/>
    <w:rsid w:val="00282664"/>
    <w:rsid w:val="00285FB8"/>
    <w:rsid w:val="002970C3"/>
    <w:rsid w:val="00297BEB"/>
    <w:rsid w:val="002A4CD3"/>
    <w:rsid w:val="002A6CC4"/>
    <w:rsid w:val="002C55E9"/>
    <w:rsid w:val="002D0C8B"/>
    <w:rsid w:val="002D330A"/>
    <w:rsid w:val="002E170C"/>
    <w:rsid w:val="002E193E"/>
    <w:rsid w:val="00305EFF"/>
    <w:rsid w:val="00310A6A"/>
    <w:rsid w:val="003144E6"/>
    <w:rsid w:val="00337E82"/>
    <w:rsid w:val="00340B82"/>
    <w:rsid w:val="00346FDC"/>
    <w:rsid w:val="00350BB1"/>
    <w:rsid w:val="00352C83"/>
    <w:rsid w:val="00366805"/>
    <w:rsid w:val="0037067D"/>
    <w:rsid w:val="00373436"/>
    <w:rsid w:val="0038533A"/>
    <w:rsid w:val="0038735B"/>
    <w:rsid w:val="003916D1"/>
    <w:rsid w:val="00394C90"/>
    <w:rsid w:val="003A21F0"/>
    <w:rsid w:val="003A277F"/>
    <w:rsid w:val="003A58BA"/>
    <w:rsid w:val="003A5AE7"/>
    <w:rsid w:val="003A7221"/>
    <w:rsid w:val="003B3493"/>
    <w:rsid w:val="003B5498"/>
    <w:rsid w:val="003C13AE"/>
    <w:rsid w:val="003C7152"/>
    <w:rsid w:val="003D2E73"/>
    <w:rsid w:val="003E6187"/>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50C0"/>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47B30"/>
    <w:rsid w:val="00652E62"/>
    <w:rsid w:val="00686A49"/>
    <w:rsid w:val="00687B62"/>
    <w:rsid w:val="00690C44"/>
    <w:rsid w:val="00695C89"/>
    <w:rsid w:val="006969D9"/>
    <w:rsid w:val="006A2B68"/>
    <w:rsid w:val="006C2F32"/>
    <w:rsid w:val="006C69EA"/>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15FC"/>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D4DB7"/>
    <w:rsid w:val="008E260C"/>
    <w:rsid w:val="008E39BE"/>
    <w:rsid w:val="008E62EC"/>
    <w:rsid w:val="008F32F6"/>
    <w:rsid w:val="00916CD7"/>
    <w:rsid w:val="00920927"/>
    <w:rsid w:val="00921B38"/>
    <w:rsid w:val="00923720"/>
    <w:rsid w:val="009278C9"/>
    <w:rsid w:val="00932CD7"/>
    <w:rsid w:val="00936F9A"/>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A42"/>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E346A"/>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7008"/>
    <w:rsid w:val="00BB1755"/>
    <w:rsid w:val="00BB23F4"/>
    <w:rsid w:val="00BC5075"/>
    <w:rsid w:val="00BC5419"/>
    <w:rsid w:val="00BD3B0F"/>
    <w:rsid w:val="00BD7D35"/>
    <w:rsid w:val="00BE5889"/>
    <w:rsid w:val="00BF00E8"/>
    <w:rsid w:val="00BF1D4C"/>
    <w:rsid w:val="00BF3F0A"/>
    <w:rsid w:val="00C04238"/>
    <w:rsid w:val="00C143C3"/>
    <w:rsid w:val="00C1739B"/>
    <w:rsid w:val="00C21ADE"/>
    <w:rsid w:val="00C23D97"/>
    <w:rsid w:val="00C26067"/>
    <w:rsid w:val="00C30A29"/>
    <w:rsid w:val="00C317DC"/>
    <w:rsid w:val="00C5216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0D57"/>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20BB"/>
    <w:rsid w:val="00EF3268"/>
    <w:rsid w:val="00EF40EF"/>
    <w:rsid w:val="00EF47FE"/>
    <w:rsid w:val="00EF6004"/>
    <w:rsid w:val="00F069BD"/>
    <w:rsid w:val="00F13230"/>
    <w:rsid w:val="00F1480E"/>
    <w:rsid w:val="00F1497D"/>
    <w:rsid w:val="00F16AAC"/>
    <w:rsid w:val="00F30C7D"/>
    <w:rsid w:val="00F33FF2"/>
    <w:rsid w:val="00F37BE3"/>
    <w:rsid w:val="00F438FC"/>
    <w:rsid w:val="00F5616F"/>
    <w:rsid w:val="00F56451"/>
    <w:rsid w:val="00F56827"/>
    <w:rsid w:val="00F62866"/>
    <w:rsid w:val="00F65CBC"/>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93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8448001">
      <w:bodyDiv w:val="1"/>
      <w:marLeft w:val="0"/>
      <w:marRight w:val="0"/>
      <w:marTop w:val="0"/>
      <w:marBottom w:val="0"/>
      <w:divBdr>
        <w:top w:val="none" w:sz="0" w:space="0" w:color="auto"/>
        <w:left w:val="none" w:sz="0" w:space="0" w:color="auto"/>
        <w:bottom w:val="none" w:sz="0" w:space="0" w:color="auto"/>
        <w:right w:val="none" w:sz="0" w:space="0" w:color="auto"/>
      </w:divBdr>
    </w:div>
    <w:div w:id="440031040">
      <w:bodyDiv w:val="1"/>
      <w:marLeft w:val="0"/>
      <w:marRight w:val="0"/>
      <w:marTop w:val="0"/>
      <w:marBottom w:val="0"/>
      <w:divBdr>
        <w:top w:val="none" w:sz="0" w:space="0" w:color="auto"/>
        <w:left w:val="none" w:sz="0" w:space="0" w:color="auto"/>
        <w:bottom w:val="none" w:sz="0" w:space="0" w:color="auto"/>
        <w:right w:val="none" w:sz="0" w:space="0" w:color="auto"/>
      </w:divBdr>
    </w:div>
    <w:div w:id="55378314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2553909">
      <w:bodyDiv w:val="1"/>
      <w:marLeft w:val="0"/>
      <w:marRight w:val="0"/>
      <w:marTop w:val="0"/>
      <w:marBottom w:val="0"/>
      <w:divBdr>
        <w:top w:val="none" w:sz="0" w:space="0" w:color="auto"/>
        <w:left w:val="none" w:sz="0" w:space="0" w:color="auto"/>
        <w:bottom w:val="none" w:sz="0" w:space="0" w:color="auto"/>
        <w:right w:val="none" w:sz="0" w:space="0" w:color="auto"/>
      </w:divBdr>
    </w:div>
    <w:div w:id="18749984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A2A10B4-3F7B-4023-8400-C06B5B92E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4</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41</cp:revision>
  <cp:lastPrinted>2016-05-27T05:21:00Z</cp:lastPrinted>
  <dcterms:created xsi:type="dcterms:W3CDTF">2021-08-09T02:15:00Z</dcterms:created>
  <dcterms:modified xsi:type="dcterms:W3CDTF">2022-04-27T05:46:00Z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